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5898A" w14:textId="5894FB8C" w:rsidR="004D36D7" w:rsidRPr="00FD4A68" w:rsidRDefault="00170940" w:rsidP="007C1A01">
      <w:pPr>
        <w:pStyle w:val="AnswerLineL25"/>
        <w:ind w:left="0"/>
        <w:rPr>
          <w:rStyle w:val="LabTitleInstVersred"/>
          <w:b/>
          <w:color w:val="auto"/>
        </w:rPr>
      </w:pPr>
      <w:sdt>
        <w:sdtPr>
          <w:rPr>
            <w:rStyle w:val="TitleChar"/>
            <w:b/>
            <w:i w:val="0"/>
            <w:color w:val="auto"/>
          </w:rPr>
          <w:alias w:val="Title"/>
          <w:tag w:val=""/>
          <w:id w:val="-487021785"/>
          <w:placeholder>
            <w:docPart w:val="E099B13E588449CEB435212E2F719A8C"/>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AB2F1C" w:rsidRPr="007C1A01">
            <w:rPr>
              <w:rStyle w:val="TitleChar"/>
              <w:b/>
              <w:i w:val="0"/>
              <w:color w:val="auto"/>
            </w:rPr>
            <w:t>Lab - View the Switch MAC Address Table</w:t>
          </w:r>
        </w:sdtContent>
      </w:sdt>
      <w:r w:rsidR="004D36D7" w:rsidRPr="00FD4A68">
        <w:t xml:space="preserve"> </w:t>
      </w:r>
    </w:p>
    <w:p w14:paraId="4651D907" w14:textId="77777777" w:rsidR="00D778DF" w:rsidRPr="00E70096" w:rsidRDefault="00D778DF" w:rsidP="00D452F4">
      <w:pPr>
        <w:pStyle w:val="Heading1"/>
      </w:pPr>
      <w:r w:rsidRPr="00E70096">
        <w:t>Topology</w:t>
      </w:r>
    </w:p>
    <w:p w14:paraId="4CFFC81F" w14:textId="77777777" w:rsidR="00D778DF" w:rsidRDefault="00DD75AA" w:rsidP="00D778DF">
      <w:pPr>
        <w:pStyle w:val="Visual"/>
      </w:pPr>
      <w:r>
        <w:rPr>
          <w:noProof/>
        </w:rPr>
        <w:drawing>
          <wp:inline distT="0" distB="0" distL="0" distR="0" wp14:anchorId="1C2B1470" wp14:editId="3BBBC915">
            <wp:extent cx="3054350" cy="1798320"/>
            <wp:effectExtent l="0" t="0" r="0" b="0"/>
            <wp:docPr id="1" name="Picture 1" descr="There are two switches and two PCs in the topology. PC-A is connected to S1 via F0/6. S1 F0/1 is connected to S2 F0/1. PC-B is connected to S2 via F/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4350" cy="1798320"/>
                    </a:xfrm>
                    <a:prstGeom prst="rect">
                      <a:avLst/>
                    </a:prstGeom>
                    <a:noFill/>
                  </pic:spPr>
                </pic:pic>
              </a:graphicData>
            </a:graphic>
          </wp:inline>
        </w:drawing>
      </w:r>
    </w:p>
    <w:p w14:paraId="0BAD1A4B" w14:textId="77777777" w:rsidR="00D815E5" w:rsidRPr="00BB73FF" w:rsidRDefault="00D815E5" w:rsidP="00D815E5">
      <w:pPr>
        <w:pStyle w:val="Heading1"/>
        <w:numPr>
          <w:ilvl w:val="0"/>
          <w:numId w:val="3"/>
        </w:numPr>
      </w:pPr>
      <w:r w:rsidRPr="00BB73FF">
        <w:t>Addressing Table</w:t>
      </w:r>
    </w:p>
    <w:tbl>
      <w:tblPr>
        <w:tblW w:w="99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427"/>
        <w:gridCol w:w="2430"/>
        <w:gridCol w:w="2538"/>
        <w:gridCol w:w="2598"/>
      </w:tblGrid>
      <w:tr w:rsidR="006F409F" w14:paraId="26BD8F13" w14:textId="77777777" w:rsidTr="00A9473C">
        <w:trPr>
          <w:cantSplit/>
          <w:tblHeader/>
          <w:jc w:val="center"/>
        </w:trPr>
        <w:tc>
          <w:tcPr>
            <w:tcW w:w="24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AD6583C" w14:textId="77777777" w:rsidR="006F409F" w:rsidRPr="00E87D62" w:rsidRDefault="006F409F" w:rsidP="00776661">
            <w:pPr>
              <w:pStyle w:val="TableHeading"/>
            </w:pPr>
            <w:r w:rsidRPr="00E87D62">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C03B6FC" w14:textId="77777777" w:rsidR="006F409F" w:rsidRPr="00E87D62" w:rsidRDefault="006F409F" w:rsidP="00776661">
            <w:pPr>
              <w:pStyle w:val="TableHeading"/>
            </w:pPr>
            <w:r w:rsidRPr="00E87D62">
              <w:t>Interface</w:t>
            </w:r>
          </w:p>
        </w:tc>
        <w:tc>
          <w:tcPr>
            <w:tcW w:w="253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8FBC70" w14:textId="77777777" w:rsidR="006F409F" w:rsidRPr="00E87D62" w:rsidRDefault="006F409F" w:rsidP="00776661">
            <w:pPr>
              <w:pStyle w:val="TableHeading"/>
            </w:pPr>
            <w:r w:rsidRPr="00E87D62">
              <w:t>IP Address</w:t>
            </w:r>
          </w:p>
        </w:tc>
        <w:tc>
          <w:tcPr>
            <w:tcW w:w="25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3CD4D3" w14:textId="77777777" w:rsidR="006F409F" w:rsidRPr="00E87D62" w:rsidRDefault="006F409F" w:rsidP="00776661">
            <w:pPr>
              <w:pStyle w:val="TableHeading"/>
            </w:pPr>
            <w:r w:rsidRPr="00E87D62">
              <w:t>Subnet Mask</w:t>
            </w:r>
          </w:p>
        </w:tc>
      </w:tr>
      <w:tr w:rsidR="006F409F" w14:paraId="20E98E74" w14:textId="77777777" w:rsidTr="00A9473C">
        <w:trPr>
          <w:cantSplit/>
          <w:jc w:val="center"/>
        </w:trPr>
        <w:tc>
          <w:tcPr>
            <w:tcW w:w="2427" w:type="dxa"/>
            <w:vAlign w:val="bottom"/>
          </w:tcPr>
          <w:p w14:paraId="51269F5F" w14:textId="77777777" w:rsidR="006F409F" w:rsidRPr="00E87D62" w:rsidRDefault="006F409F" w:rsidP="00776661">
            <w:pPr>
              <w:pStyle w:val="TableText"/>
            </w:pPr>
            <w:r>
              <w:t>S1</w:t>
            </w:r>
          </w:p>
        </w:tc>
        <w:tc>
          <w:tcPr>
            <w:tcW w:w="2430" w:type="dxa"/>
            <w:vAlign w:val="bottom"/>
          </w:tcPr>
          <w:p w14:paraId="51BCE6B0" w14:textId="77777777" w:rsidR="006F409F" w:rsidRPr="00E87D62" w:rsidRDefault="006F409F" w:rsidP="00776661">
            <w:pPr>
              <w:pStyle w:val="TableText"/>
            </w:pPr>
            <w:r>
              <w:t>VLAN 1</w:t>
            </w:r>
          </w:p>
        </w:tc>
        <w:tc>
          <w:tcPr>
            <w:tcW w:w="2538" w:type="dxa"/>
            <w:vAlign w:val="bottom"/>
          </w:tcPr>
          <w:p w14:paraId="56EACC59" w14:textId="77777777" w:rsidR="006F409F" w:rsidRPr="00E87D62" w:rsidRDefault="006F409F" w:rsidP="00776661">
            <w:pPr>
              <w:pStyle w:val="TableText"/>
            </w:pPr>
            <w:r>
              <w:t>192.168.1.11</w:t>
            </w:r>
          </w:p>
        </w:tc>
        <w:tc>
          <w:tcPr>
            <w:tcW w:w="2598" w:type="dxa"/>
            <w:vAlign w:val="bottom"/>
          </w:tcPr>
          <w:p w14:paraId="08AE4714" w14:textId="77777777" w:rsidR="006F409F" w:rsidRPr="00E87D62" w:rsidRDefault="006F409F" w:rsidP="00776661">
            <w:pPr>
              <w:pStyle w:val="TableText"/>
            </w:pPr>
            <w:r>
              <w:t>255.255.255.0</w:t>
            </w:r>
          </w:p>
        </w:tc>
      </w:tr>
      <w:tr w:rsidR="006F409F" w14:paraId="14152E0B" w14:textId="77777777" w:rsidTr="00A9473C">
        <w:trPr>
          <w:cantSplit/>
          <w:jc w:val="center"/>
        </w:trPr>
        <w:tc>
          <w:tcPr>
            <w:tcW w:w="2427" w:type="dxa"/>
            <w:vAlign w:val="bottom"/>
          </w:tcPr>
          <w:p w14:paraId="3B0AB6DB" w14:textId="77777777" w:rsidR="006F409F" w:rsidRPr="00E87D62" w:rsidRDefault="006F409F" w:rsidP="00776661">
            <w:pPr>
              <w:pStyle w:val="TableText"/>
            </w:pPr>
            <w:r>
              <w:t>S2</w:t>
            </w:r>
          </w:p>
        </w:tc>
        <w:tc>
          <w:tcPr>
            <w:tcW w:w="2430" w:type="dxa"/>
            <w:vAlign w:val="bottom"/>
          </w:tcPr>
          <w:p w14:paraId="2515CAAC" w14:textId="77777777" w:rsidR="006F409F" w:rsidRPr="00E87D62" w:rsidRDefault="006F409F" w:rsidP="00776661">
            <w:pPr>
              <w:pStyle w:val="TableText"/>
            </w:pPr>
            <w:r>
              <w:t>VLAN 1</w:t>
            </w:r>
          </w:p>
        </w:tc>
        <w:tc>
          <w:tcPr>
            <w:tcW w:w="2538" w:type="dxa"/>
            <w:vAlign w:val="bottom"/>
          </w:tcPr>
          <w:p w14:paraId="500CFD87" w14:textId="77777777" w:rsidR="006F409F" w:rsidRPr="00E87D62" w:rsidRDefault="006F409F" w:rsidP="00776661">
            <w:pPr>
              <w:pStyle w:val="TableText"/>
            </w:pPr>
            <w:r>
              <w:t>192.168.1.12</w:t>
            </w:r>
          </w:p>
        </w:tc>
        <w:tc>
          <w:tcPr>
            <w:tcW w:w="2598" w:type="dxa"/>
            <w:vAlign w:val="bottom"/>
          </w:tcPr>
          <w:p w14:paraId="1D67041A" w14:textId="77777777" w:rsidR="006F409F" w:rsidRPr="00E87D62" w:rsidRDefault="006F409F" w:rsidP="00776661">
            <w:pPr>
              <w:pStyle w:val="TableText"/>
            </w:pPr>
            <w:r>
              <w:t>255.255.255.0</w:t>
            </w:r>
          </w:p>
        </w:tc>
      </w:tr>
      <w:tr w:rsidR="006F409F" w14:paraId="1F4DC023" w14:textId="77777777" w:rsidTr="00A9473C">
        <w:trPr>
          <w:cantSplit/>
          <w:jc w:val="center"/>
        </w:trPr>
        <w:tc>
          <w:tcPr>
            <w:tcW w:w="2427" w:type="dxa"/>
            <w:vAlign w:val="bottom"/>
          </w:tcPr>
          <w:p w14:paraId="0B94123F" w14:textId="77777777" w:rsidR="006F409F" w:rsidRPr="00E87D62" w:rsidRDefault="006F409F" w:rsidP="00776661">
            <w:pPr>
              <w:pStyle w:val="TableText"/>
            </w:pPr>
            <w:r w:rsidRPr="00E87D62">
              <w:t>PC-A</w:t>
            </w:r>
          </w:p>
        </w:tc>
        <w:tc>
          <w:tcPr>
            <w:tcW w:w="2430" w:type="dxa"/>
            <w:vAlign w:val="bottom"/>
          </w:tcPr>
          <w:p w14:paraId="4A8CC1D8" w14:textId="77777777" w:rsidR="006F409F" w:rsidRPr="00E87D62" w:rsidRDefault="006F409F" w:rsidP="00776661">
            <w:pPr>
              <w:pStyle w:val="TableText"/>
            </w:pPr>
            <w:r w:rsidRPr="00E87D62">
              <w:t>NIC</w:t>
            </w:r>
          </w:p>
        </w:tc>
        <w:tc>
          <w:tcPr>
            <w:tcW w:w="2538" w:type="dxa"/>
            <w:vAlign w:val="bottom"/>
          </w:tcPr>
          <w:p w14:paraId="14F555D6" w14:textId="77777777" w:rsidR="006F409F" w:rsidRPr="00E87D62" w:rsidRDefault="006F409F" w:rsidP="00776661">
            <w:pPr>
              <w:pStyle w:val="TableText"/>
            </w:pPr>
            <w:r>
              <w:t>192.168.1.1</w:t>
            </w:r>
          </w:p>
        </w:tc>
        <w:tc>
          <w:tcPr>
            <w:tcW w:w="2598" w:type="dxa"/>
            <w:vAlign w:val="bottom"/>
          </w:tcPr>
          <w:p w14:paraId="22EAA878" w14:textId="77777777" w:rsidR="006F409F" w:rsidRPr="00E87D62" w:rsidRDefault="006F409F" w:rsidP="00776661">
            <w:pPr>
              <w:pStyle w:val="TableText"/>
            </w:pPr>
            <w:r w:rsidRPr="00E87D62">
              <w:t>255.255.255.0</w:t>
            </w:r>
          </w:p>
        </w:tc>
      </w:tr>
      <w:tr w:rsidR="006F409F" w14:paraId="2351485A" w14:textId="77777777" w:rsidTr="00A9473C">
        <w:trPr>
          <w:cantSplit/>
          <w:jc w:val="center"/>
        </w:trPr>
        <w:tc>
          <w:tcPr>
            <w:tcW w:w="2427" w:type="dxa"/>
            <w:vAlign w:val="bottom"/>
          </w:tcPr>
          <w:p w14:paraId="04D0CF91" w14:textId="77777777" w:rsidR="006F409F" w:rsidRPr="00E87D62" w:rsidRDefault="006F409F" w:rsidP="00776661">
            <w:pPr>
              <w:pStyle w:val="TableText"/>
            </w:pPr>
            <w:r>
              <w:t>PC-B</w:t>
            </w:r>
          </w:p>
        </w:tc>
        <w:tc>
          <w:tcPr>
            <w:tcW w:w="2430" w:type="dxa"/>
            <w:vAlign w:val="bottom"/>
          </w:tcPr>
          <w:p w14:paraId="59B7A0C7" w14:textId="77777777" w:rsidR="006F409F" w:rsidRPr="00E87D62" w:rsidRDefault="006F409F" w:rsidP="00776661">
            <w:pPr>
              <w:pStyle w:val="TableText"/>
            </w:pPr>
            <w:r>
              <w:t>NIC</w:t>
            </w:r>
          </w:p>
        </w:tc>
        <w:tc>
          <w:tcPr>
            <w:tcW w:w="2538" w:type="dxa"/>
            <w:vAlign w:val="bottom"/>
          </w:tcPr>
          <w:p w14:paraId="749FC77C" w14:textId="77777777" w:rsidR="006F409F" w:rsidRPr="00E87D62" w:rsidRDefault="006F409F" w:rsidP="00776661">
            <w:pPr>
              <w:pStyle w:val="TableText"/>
            </w:pPr>
            <w:r>
              <w:t>192.168.1.2</w:t>
            </w:r>
          </w:p>
        </w:tc>
        <w:tc>
          <w:tcPr>
            <w:tcW w:w="2598" w:type="dxa"/>
            <w:vAlign w:val="bottom"/>
          </w:tcPr>
          <w:p w14:paraId="30B4CE0B" w14:textId="77777777" w:rsidR="006F409F" w:rsidRPr="00E87D62" w:rsidRDefault="006F409F" w:rsidP="00776661">
            <w:pPr>
              <w:pStyle w:val="TableText"/>
            </w:pPr>
            <w:r>
              <w:t>255.255.255.0</w:t>
            </w:r>
          </w:p>
        </w:tc>
      </w:tr>
    </w:tbl>
    <w:p w14:paraId="00515BB2" w14:textId="77777777" w:rsidR="00D815E5" w:rsidRPr="00BB73FF" w:rsidRDefault="00D815E5" w:rsidP="00D815E5">
      <w:pPr>
        <w:pStyle w:val="Heading1"/>
        <w:numPr>
          <w:ilvl w:val="0"/>
          <w:numId w:val="3"/>
        </w:numPr>
      </w:pPr>
      <w:r w:rsidRPr="00BB73FF">
        <w:t>Objective</w:t>
      </w:r>
      <w:r>
        <w:t>s</w:t>
      </w:r>
    </w:p>
    <w:p w14:paraId="4C377B94" w14:textId="77777777" w:rsidR="00D815E5" w:rsidRDefault="00D815E5" w:rsidP="00D815E5">
      <w:pPr>
        <w:pStyle w:val="BodyTextL25Bold"/>
      </w:pPr>
      <w:r>
        <w:t>Part 1: Build and Configure the Network</w:t>
      </w:r>
    </w:p>
    <w:p w14:paraId="078CB449" w14:textId="77777777" w:rsidR="00D815E5" w:rsidRPr="004C0909" w:rsidRDefault="00D815E5" w:rsidP="00D815E5">
      <w:pPr>
        <w:pStyle w:val="BodyTextL25Bold"/>
      </w:pPr>
      <w:r>
        <w:t>Part 2: Examine the Switch MAC Address Table</w:t>
      </w:r>
    </w:p>
    <w:p w14:paraId="3BED1C60" w14:textId="77777777" w:rsidR="00D815E5" w:rsidRDefault="00D815E5" w:rsidP="00D815E5">
      <w:pPr>
        <w:pStyle w:val="Heading1"/>
        <w:numPr>
          <w:ilvl w:val="0"/>
          <w:numId w:val="3"/>
        </w:numPr>
      </w:pPr>
      <w:r>
        <w:t>Background / Scenario</w:t>
      </w:r>
    </w:p>
    <w:p w14:paraId="12667023" w14:textId="77777777" w:rsidR="00D815E5" w:rsidRDefault="00D815E5" w:rsidP="00D815E5">
      <w:pPr>
        <w:pStyle w:val="BodyTextL25"/>
        <w:rPr>
          <w:rFonts w:eastAsia="Arial"/>
        </w:rPr>
      </w:pPr>
      <w:r>
        <w:rPr>
          <w:rFonts w:eastAsia="Arial"/>
        </w:rPr>
        <w:t xml:space="preserve">The purpose of a Layer 2 LAN switch is to deliver Ethernet frames to host devices on the local network. The switch records host MAC addresses that are visible on the network, and maps those MAC addresses to its own Ethernet switch ports. This process is called </w:t>
      </w:r>
      <w:r w:rsidRPr="00435C55">
        <w:rPr>
          <w:rFonts w:eastAsia="Arial"/>
        </w:rPr>
        <w:t>building the MAC address table</w:t>
      </w:r>
      <w:r>
        <w:rPr>
          <w:rFonts w:eastAsia="Arial"/>
        </w:rPr>
        <w:t>. When a switch receives a frame from a PC, it examines the frame’s source and destination MAC addresses. The source MAC address is recorded and mapped to the switch port from which it arrived. Then the destination MAC address is looked up in the MAC address table. If the destination MAC address is a known address, then the frame is forwarded out of the corresponding switch port associated with that MAC address. If the MAC address is unknown, then the frame is broadcasted out of all switch ports, except the one from which it came. It is important to observe and understand the function of a switch and how it delivers data on the network. The way a switch operates has implications for network administrators whose job it is to ensure secure and consistent network communication.</w:t>
      </w:r>
    </w:p>
    <w:p w14:paraId="7EE89958" w14:textId="77777777" w:rsidR="00D815E5" w:rsidRDefault="00D815E5" w:rsidP="00D815E5">
      <w:pPr>
        <w:pStyle w:val="BodyTextL25"/>
        <w:rPr>
          <w:rFonts w:eastAsia="Arial"/>
        </w:rPr>
      </w:pPr>
      <w:r>
        <w:rPr>
          <w:rFonts w:eastAsia="Arial"/>
        </w:rPr>
        <w:t>Switches are used to interconnect and deliver information to computers on local area networks. S</w:t>
      </w:r>
      <w:r w:rsidRPr="00E64756">
        <w:rPr>
          <w:rFonts w:eastAsia="Arial"/>
        </w:rPr>
        <w:t xml:space="preserve">witches deliver </w:t>
      </w:r>
      <w:r>
        <w:rPr>
          <w:rFonts w:eastAsia="Arial"/>
        </w:rPr>
        <w:t xml:space="preserve">Ethernet </w:t>
      </w:r>
      <w:r w:rsidRPr="00E64756">
        <w:rPr>
          <w:rFonts w:eastAsia="Arial"/>
        </w:rPr>
        <w:t>frames</w:t>
      </w:r>
      <w:r>
        <w:rPr>
          <w:rFonts w:eastAsia="Arial"/>
        </w:rPr>
        <w:t xml:space="preserve"> to host devices identified by network interface card MAC addresses.</w:t>
      </w:r>
    </w:p>
    <w:p w14:paraId="3C4FD2BC" w14:textId="77777777" w:rsidR="00D815E5" w:rsidRDefault="00D815E5" w:rsidP="00D815E5">
      <w:pPr>
        <w:pStyle w:val="BodyTextL25"/>
        <w:rPr>
          <w:rFonts w:eastAsia="Arial"/>
        </w:rPr>
      </w:pPr>
      <w:r>
        <w:rPr>
          <w:rFonts w:eastAsia="Arial"/>
        </w:rPr>
        <w:lastRenderedPageBreak/>
        <w:t>In Part 1, you will build a multi-switch topology with a trunk linking the two switches. In Part 2, you will ping various devices and observe how the two switches build their MAC address tables.</w:t>
      </w:r>
    </w:p>
    <w:p w14:paraId="5D54433F" w14:textId="77777777" w:rsidR="00D815E5" w:rsidRDefault="00D815E5" w:rsidP="00D815E5">
      <w:pPr>
        <w:pStyle w:val="BodyTextL25"/>
        <w:rPr>
          <w:b/>
        </w:rPr>
      </w:pPr>
      <w:r w:rsidRPr="00A86660">
        <w:rPr>
          <w:rFonts w:eastAsia="Arial"/>
          <w:b/>
        </w:rPr>
        <w:t>Note</w:t>
      </w:r>
      <w:r w:rsidRPr="0034604B">
        <w:rPr>
          <w:rFonts w:eastAsia="Arial"/>
        </w:rPr>
        <w:t>:</w:t>
      </w:r>
      <w:r w:rsidRPr="00A86660">
        <w:rPr>
          <w:rFonts w:eastAsia="Arial"/>
        </w:rPr>
        <w:t xml:space="preserve"> The </w:t>
      </w:r>
      <w:r>
        <w:rPr>
          <w:rFonts w:eastAsia="Arial"/>
        </w:rPr>
        <w:t xml:space="preserve">switches used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w:t>
      </w:r>
      <w:r w:rsidR="00A9620D">
        <w:rPr>
          <w:rFonts w:eastAsia="Arial"/>
        </w:rPr>
        <w:t>2</w:t>
      </w:r>
      <w:r>
        <w:rPr>
          <w:rFonts w:eastAsia="Arial"/>
        </w:rPr>
        <w:t xml:space="preserve">(2) (lanbasek9 </w:t>
      </w:r>
      <w:r w:rsidRPr="00A86660">
        <w:rPr>
          <w:rFonts w:eastAsia="Arial"/>
        </w:rPr>
        <w:t>image)</w:t>
      </w:r>
      <w:r>
        <w:rPr>
          <w:rFonts w:eastAsia="Arial"/>
        </w:rPr>
        <w:t xml:space="preserve">. Other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p>
    <w:p w14:paraId="04A4B6A2" w14:textId="77777777" w:rsidR="00D815E5" w:rsidRPr="00683036" w:rsidRDefault="00D815E5" w:rsidP="00D815E5">
      <w:pPr>
        <w:pStyle w:val="BodyTextL25"/>
      </w:pPr>
      <w:r w:rsidRPr="00BF16BF">
        <w:rPr>
          <w:b/>
        </w:rPr>
        <w:t>Note</w:t>
      </w:r>
      <w:r w:rsidRPr="0034604B">
        <w:t>:</w:t>
      </w:r>
      <w:r>
        <w:t xml:space="preserve"> Make sure that the </w:t>
      </w:r>
      <w:r w:rsidRPr="00DE6F44">
        <w:t>switches have been erased and have no startup configurations</w:t>
      </w:r>
      <w:r w:rsidRPr="00BF16BF">
        <w:t>.</w:t>
      </w:r>
      <w:r>
        <w:t xml:space="preserve"> </w:t>
      </w:r>
      <w:r w:rsidRPr="00683036">
        <w:t>If you are unsure contact your instructor.</w:t>
      </w:r>
    </w:p>
    <w:p w14:paraId="01014169" w14:textId="77777777" w:rsidR="00D815E5" w:rsidRDefault="00D815E5" w:rsidP="00D815E5">
      <w:pPr>
        <w:pStyle w:val="Heading1"/>
        <w:numPr>
          <w:ilvl w:val="0"/>
          <w:numId w:val="3"/>
        </w:numPr>
      </w:pPr>
      <w:r>
        <w:t>Required Resources</w:t>
      </w:r>
    </w:p>
    <w:p w14:paraId="28371CCE" w14:textId="77777777" w:rsidR="00D815E5" w:rsidRDefault="00D815E5" w:rsidP="00D815E5">
      <w:pPr>
        <w:pStyle w:val="Bulletlevel1"/>
        <w:spacing w:before="60" w:after="60" w:line="276" w:lineRule="auto"/>
      </w:pPr>
      <w:r>
        <w:t xml:space="preserve">2 Switches (Cisco </w:t>
      </w:r>
      <w:r w:rsidR="00A9620D">
        <w:t>2960 with Cisco IOS Release 15.2</w:t>
      </w:r>
      <w:r>
        <w:t>(2) lanbasek9 image or comparable)</w:t>
      </w:r>
    </w:p>
    <w:p w14:paraId="6558E580" w14:textId="77777777" w:rsidR="00D815E5" w:rsidRDefault="00D815E5" w:rsidP="00D815E5">
      <w:pPr>
        <w:pStyle w:val="Bulletlevel1"/>
        <w:spacing w:before="60" w:after="60" w:line="276" w:lineRule="auto"/>
      </w:pPr>
      <w:r>
        <w:t>2 PCs (Windows with terminal emulation program, such as Tera Term)</w:t>
      </w:r>
    </w:p>
    <w:p w14:paraId="1E693C9A" w14:textId="77777777" w:rsidR="00D815E5" w:rsidRDefault="00D815E5" w:rsidP="00D815E5">
      <w:pPr>
        <w:pStyle w:val="Bulletlevel1"/>
        <w:spacing w:before="60" w:after="60" w:line="276" w:lineRule="auto"/>
      </w:pPr>
      <w:r>
        <w:t>Console cables to configure the Cisco IOS devices via the console ports</w:t>
      </w:r>
    </w:p>
    <w:p w14:paraId="46469AB0" w14:textId="77777777" w:rsidR="00D815E5" w:rsidRDefault="00D815E5" w:rsidP="00D815E5">
      <w:pPr>
        <w:pStyle w:val="Bulletlevel1"/>
        <w:spacing w:before="60" w:after="60" w:line="276" w:lineRule="auto"/>
      </w:pPr>
      <w:r>
        <w:t>Ethernet cables as shown in the topology</w:t>
      </w:r>
    </w:p>
    <w:p w14:paraId="1DA93B5D" w14:textId="77777777" w:rsidR="00D815E5" w:rsidRDefault="00D815E5" w:rsidP="00D815E5">
      <w:pPr>
        <w:pStyle w:val="BodyTextL25"/>
      </w:pPr>
      <w:r w:rsidRPr="00C67E3B">
        <w:rPr>
          <w:b/>
        </w:rPr>
        <w:t>Note</w:t>
      </w:r>
      <w:r w:rsidRPr="00C67E3B">
        <w:t xml:space="preserve">: </w:t>
      </w:r>
      <w:r>
        <w:t>The Fast Ethernet interfaces on Cisco 2960 switches are autosensing and an Ethernet straight-through cable may be used between switches S1 and S2. If using another model Cisco switch, it may be necessary to use an Ethernet crossover cable.</w:t>
      </w:r>
    </w:p>
    <w:p w14:paraId="00572812" w14:textId="77777777" w:rsidR="00816102" w:rsidRDefault="00816102" w:rsidP="00816102">
      <w:pPr>
        <w:pStyle w:val="Heading1"/>
      </w:pPr>
      <w:r>
        <w:t>Instructions</w:t>
      </w:r>
    </w:p>
    <w:p w14:paraId="2AA8E061" w14:textId="77777777" w:rsidR="00D815E5" w:rsidRDefault="00D815E5" w:rsidP="00D815E5">
      <w:pPr>
        <w:pStyle w:val="Heading2"/>
      </w:pPr>
      <w:r>
        <w:t>Build and Configure the Network</w:t>
      </w:r>
    </w:p>
    <w:p w14:paraId="2BB4B8AA" w14:textId="77777777" w:rsidR="00D815E5" w:rsidRDefault="00D815E5" w:rsidP="00D815E5">
      <w:pPr>
        <w:pStyle w:val="Heading3"/>
      </w:pPr>
      <w:r>
        <w:t>Cable the network according to the topology.</w:t>
      </w:r>
    </w:p>
    <w:p w14:paraId="4F1D284D" w14:textId="77777777" w:rsidR="00D815E5" w:rsidRDefault="00D815E5" w:rsidP="00D815E5">
      <w:pPr>
        <w:pStyle w:val="Heading3"/>
      </w:pPr>
      <w:r>
        <w:t>Configure PC hosts.</w:t>
      </w:r>
    </w:p>
    <w:p w14:paraId="2C9FE3F2" w14:textId="77777777" w:rsidR="00D815E5" w:rsidRDefault="00D815E5" w:rsidP="00D815E5">
      <w:pPr>
        <w:pStyle w:val="Heading3"/>
      </w:pPr>
      <w:r>
        <w:t>Initialize and reload switches as necessary.</w:t>
      </w:r>
    </w:p>
    <w:p w14:paraId="0CF889D1" w14:textId="77777777" w:rsidR="00D815E5" w:rsidRDefault="00D815E5" w:rsidP="00D815E5">
      <w:pPr>
        <w:pStyle w:val="Heading3"/>
      </w:pPr>
      <w:r>
        <w:t>Configure basic settings for each switch.</w:t>
      </w:r>
    </w:p>
    <w:p w14:paraId="35CBD4AB" w14:textId="77777777" w:rsidR="000F3D4A" w:rsidRPr="00A9473C" w:rsidRDefault="000F3D4A" w:rsidP="00A9473C">
      <w:pPr>
        <w:pStyle w:val="ConfigWindow"/>
        <w:rPr>
          <w:color w:val="8064A2" w:themeColor="accent4"/>
          <w:sz w:val="20"/>
        </w:rPr>
      </w:pPr>
      <w:r>
        <w:t>Open configuration window</w:t>
      </w:r>
    </w:p>
    <w:p w14:paraId="67AA715F" w14:textId="77777777" w:rsidR="00D815E5" w:rsidRDefault="00D815E5" w:rsidP="00A9473C">
      <w:pPr>
        <w:pStyle w:val="SubStepAlpha"/>
        <w:spacing w:before="0"/>
      </w:pPr>
      <w:r>
        <w:t>Configure device name as shown in the topology.</w:t>
      </w:r>
    </w:p>
    <w:p w14:paraId="10CC2DC5" w14:textId="77777777" w:rsidR="00D815E5" w:rsidRDefault="00D815E5" w:rsidP="00D815E5">
      <w:pPr>
        <w:pStyle w:val="SubStepAlpha"/>
      </w:pPr>
      <w:r>
        <w:t>Configure IP address as listed in Addressing Table.</w:t>
      </w:r>
    </w:p>
    <w:p w14:paraId="04049365" w14:textId="77777777" w:rsidR="00D815E5" w:rsidRDefault="00D815E5" w:rsidP="00D815E5">
      <w:pPr>
        <w:pStyle w:val="SubStepAlpha"/>
      </w:pPr>
      <w:r>
        <w:t xml:space="preserve">Assign </w:t>
      </w:r>
      <w:r>
        <w:rPr>
          <w:b/>
        </w:rPr>
        <w:t>cisco</w:t>
      </w:r>
      <w:r>
        <w:t xml:space="preserve"> as the console and </w:t>
      </w:r>
      <w:proofErr w:type="spellStart"/>
      <w:r>
        <w:t>vty</w:t>
      </w:r>
      <w:proofErr w:type="spellEnd"/>
      <w:r>
        <w:t xml:space="preserve"> passwords.</w:t>
      </w:r>
    </w:p>
    <w:p w14:paraId="3E973F57" w14:textId="77777777" w:rsidR="00D815E5" w:rsidRDefault="00D815E5" w:rsidP="00D815E5">
      <w:pPr>
        <w:pStyle w:val="SubStepAlpha"/>
      </w:pPr>
      <w:r>
        <w:t xml:space="preserve">Assign </w:t>
      </w:r>
      <w:r>
        <w:rPr>
          <w:b/>
        </w:rPr>
        <w:t>class</w:t>
      </w:r>
      <w:r>
        <w:t xml:space="preserve"> as the privileged EXEC password.</w:t>
      </w:r>
    </w:p>
    <w:p w14:paraId="4B65C88B" w14:textId="77777777" w:rsidR="000F3D4A" w:rsidRDefault="000F3D4A" w:rsidP="00A9473C">
      <w:pPr>
        <w:pStyle w:val="ConfigWindow"/>
      </w:pPr>
      <w:r>
        <w:t>Close configuration window</w:t>
      </w:r>
    </w:p>
    <w:p w14:paraId="1ACB5178" w14:textId="77777777" w:rsidR="00D815E5" w:rsidRDefault="00D815E5" w:rsidP="00D815E5">
      <w:pPr>
        <w:pStyle w:val="Heading2"/>
      </w:pPr>
      <w:r>
        <w:t>Examine the Switch MAC Address Table</w:t>
      </w:r>
    </w:p>
    <w:p w14:paraId="05011B53" w14:textId="77777777" w:rsidR="00D815E5" w:rsidRPr="008F5B0F" w:rsidRDefault="00D815E5" w:rsidP="00D815E5">
      <w:pPr>
        <w:pStyle w:val="BodyTextL25"/>
      </w:pPr>
      <w:r>
        <w:t>A switch learns MAC addresses and</w:t>
      </w:r>
      <w:r w:rsidRPr="004B40D1">
        <w:t xml:space="preserve"> </w:t>
      </w:r>
      <w:r>
        <w:t>builds the MAC address table, as network devices initiate communication on the network.</w:t>
      </w:r>
    </w:p>
    <w:p w14:paraId="1681F182" w14:textId="77777777" w:rsidR="00D815E5" w:rsidRDefault="00D815E5" w:rsidP="00D815E5">
      <w:pPr>
        <w:pStyle w:val="Heading3"/>
      </w:pPr>
      <w:r>
        <w:t>Record network device MAC addresses.</w:t>
      </w:r>
    </w:p>
    <w:p w14:paraId="121ABE1A" w14:textId="77777777" w:rsidR="00412A20" w:rsidRDefault="00D815E5" w:rsidP="00D815E5">
      <w:pPr>
        <w:pStyle w:val="SubStepAlpha"/>
      </w:pPr>
      <w:r>
        <w:t xml:space="preserve">Open a command prompt on PC-A and PC-B and type </w:t>
      </w:r>
      <w:r>
        <w:rPr>
          <w:b/>
        </w:rPr>
        <w:t>ipconfig /all</w:t>
      </w:r>
      <w:r w:rsidR="00412A20">
        <w:t>.</w:t>
      </w:r>
    </w:p>
    <w:p w14:paraId="26FBB5ED" w14:textId="77777777" w:rsidR="00D450B3" w:rsidRDefault="00D450B3" w:rsidP="00D450B3">
      <w:pPr>
        <w:pStyle w:val="ConfigWindow"/>
      </w:pPr>
      <w:r>
        <w:t>Open Windows command prompt</w:t>
      </w:r>
    </w:p>
    <w:p w14:paraId="217F0DB5" w14:textId="77777777" w:rsidR="00412A20" w:rsidRDefault="00412A20" w:rsidP="00412A20">
      <w:pPr>
        <w:pStyle w:val="Heading4"/>
      </w:pPr>
      <w:r>
        <w:t>Question:</w:t>
      </w:r>
    </w:p>
    <w:p w14:paraId="223D8C9B" w14:textId="77777777" w:rsidR="00D815E5" w:rsidRDefault="00D815E5" w:rsidP="00412A20">
      <w:pPr>
        <w:pStyle w:val="BodyTextL50"/>
        <w:spacing w:before="0"/>
      </w:pPr>
      <w:r>
        <w:t>What are the Ethernet adapter physical addresses?</w:t>
      </w:r>
    </w:p>
    <w:p w14:paraId="2E47E476" w14:textId="77777777" w:rsidR="00412A20" w:rsidRDefault="00D815E5" w:rsidP="00D815E5">
      <w:pPr>
        <w:pStyle w:val="SubStepAlpha"/>
        <w:numPr>
          <w:ilvl w:val="0"/>
          <w:numId w:val="0"/>
        </w:numPr>
        <w:ind w:left="720"/>
      </w:pPr>
      <w:r>
        <w:t>PC-A MAC Address:</w:t>
      </w:r>
    </w:p>
    <w:p w14:paraId="171447A7" w14:textId="77777777" w:rsidR="00412A20" w:rsidRDefault="00412A20" w:rsidP="00412A20">
      <w:pPr>
        <w:pStyle w:val="AnswerLineL50"/>
      </w:pPr>
      <w:r>
        <w:t>Type your answers here.</w:t>
      </w:r>
    </w:p>
    <w:p w14:paraId="2603BCB6" w14:textId="77777777" w:rsidR="00D815E5" w:rsidRDefault="00D815E5" w:rsidP="00D815E5">
      <w:pPr>
        <w:pStyle w:val="SubStepAlpha"/>
        <w:numPr>
          <w:ilvl w:val="0"/>
          <w:numId w:val="0"/>
        </w:numPr>
        <w:ind w:left="720"/>
      </w:pPr>
      <w:r>
        <w:t>PC-B MAC Address:</w:t>
      </w:r>
    </w:p>
    <w:p w14:paraId="786B6A28" w14:textId="77777777" w:rsidR="00412A20" w:rsidRPr="00412A20" w:rsidRDefault="00412A20" w:rsidP="00412A20">
      <w:pPr>
        <w:pStyle w:val="AnswerLineL50"/>
      </w:pPr>
      <w:r w:rsidRPr="00412A20">
        <w:lastRenderedPageBreak/>
        <w:t>Type your answers here.</w:t>
      </w:r>
    </w:p>
    <w:p w14:paraId="311C6C53" w14:textId="77777777" w:rsidR="00D450B3" w:rsidRDefault="00D450B3" w:rsidP="00D450B3">
      <w:pPr>
        <w:pStyle w:val="ConfigWindow"/>
      </w:pPr>
      <w:r>
        <w:t>Close Windows command prompt</w:t>
      </w:r>
    </w:p>
    <w:p w14:paraId="2A74829F" w14:textId="77777777" w:rsidR="00D87661" w:rsidRDefault="00D815E5" w:rsidP="00A9473C">
      <w:pPr>
        <w:pStyle w:val="SubStepAlpha"/>
        <w:spacing w:before="0"/>
      </w:pPr>
      <w:r>
        <w:t xml:space="preserve">Console into switch S1 and S2 and type the </w:t>
      </w:r>
      <w:r w:rsidRPr="00AC0513">
        <w:rPr>
          <w:b/>
        </w:rPr>
        <w:t xml:space="preserve">show </w:t>
      </w:r>
      <w:r>
        <w:rPr>
          <w:b/>
        </w:rPr>
        <w:t>interface F</w:t>
      </w:r>
      <w:r w:rsidRPr="00AC0513">
        <w:rPr>
          <w:b/>
        </w:rPr>
        <w:t>0/1</w:t>
      </w:r>
      <w:r w:rsidR="00D87661">
        <w:t xml:space="preserve"> command on each switch.</w:t>
      </w:r>
    </w:p>
    <w:p w14:paraId="52C3D8C4" w14:textId="77777777" w:rsidR="00D450B3" w:rsidRDefault="00D450B3" w:rsidP="00D450B3">
      <w:pPr>
        <w:pStyle w:val="ConfigWindow"/>
      </w:pPr>
      <w:r>
        <w:t>Open a configuration window</w:t>
      </w:r>
    </w:p>
    <w:p w14:paraId="3E5FAA39" w14:textId="77777777" w:rsidR="00D87661" w:rsidRDefault="00D87661" w:rsidP="00D87661">
      <w:pPr>
        <w:pStyle w:val="Heading4"/>
      </w:pPr>
      <w:r>
        <w:t>Questions:</w:t>
      </w:r>
    </w:p>
    <w:p w14:paraId="7712306F" w14:textId="77777777" w:rsidR="00D815E5" w:rsidRDefault="00D815E5" w:rsidP="00D87661">
      <w:pPr>
        <w:pStyle w:val="BodyTextL50"/>
        <w:spacing w:before="0"/>
      </w:pPr>
      <w:r>
        <w:t>On the second line of command output, what is the hardware addresses (or burned-in address [</w:t>
      </w:r>
      <w:proofErr w:type="spellStart"/>
      <w:r>
        <w:t>bia</w:t>
      </w:r>
      <w:proofErr w:type="spellEnd"/>
      <w:r>
        <w:t>])?</w:t>
      </w:r>
    </w:p>
    <w:p w14:paraId="0FD90977" w14:textId="77777777" w:rsidR="00412A20" w:rsidRDefault="00D815E5" w:rsidP="00D815E5">
      <w:pPr>
        <w:pStyle w:val="SubStepAlpha"/>
        <w:numPr>
          <w:ilvl w:val="0"/>
          <w:numId w:val="0"/>
        </w:numPr>
        <w:ind w:left="720"/>
      </w:pPr>
      <w:r>
        <w:t>S1 Fast Ethernet 0/1 MAC Address:</w:t>
      </w:r>
    </w:p>
    <w:p w14:paraId="144CC684" w14:textId="77777777" w:rsidR="00412A20" w:rsidRPr="00412A20" w:rsidRDefault="00412A20" w:rsidP="00412A20">
      <w:pPr>
        <w:pStyle w:val="AnswerLineL50"/>
      </w:pPr>
      <w:r w:rsidRPr="00412A20">
        <w:t>Type your answers here.</w:t>
      </w:r>
    </w:p>
    <w:p w14:paraId="22A3FB7C" w14:textId="77777777" w:rsidR="00D87661" w:rsidRDefault="00D815E5" w:rsidP="00D815E5">
      <w:pPr>
        <w:pStyle w:val="BodyTextL50"/>
      </w:pPr>
      <w:r>
        <w:t>S2</w:t>
      </w:r>
      <w:r w:rsidR="00D87661">
        <w:t xml:space="preserve"> Fast Ethernet 0/1 MAC Address:</w:t>
      </w:r>
    </w:p>
    <w:p w14:paraId="07F394AC" w14:textId="77777777" w:rsidR="00D87661" w:rsidRDefault="00D87661" w:rsidP="00D87661">
      <w:pPr>
        <w:pStyle w:val="AnswerLineL50"/>
      </w:pPr>
      <w:r w:rsidRPr="00412A20">
        <w:t>Type your answers here.</w:t>
      </w:r>
    </w:p>
    <w:p w14:paraId="78EC5206" w14:textId="77777777" w:rsidR="00D450B3" w:rsidRPr="005D6791" w:rsidRDefault="00D450B3" w:rsidP="00D450B3">
      <w:pPr>
        <w:pStyle w:val="ConfigWindow"/>
      </w:pPr>
      <w:r>
        <w:t>Close a configuration window</w:t>
      </w:r>
    </w:p>
    <w:p w14:paraId="1D13BA46" w14:textId="77777777" w:rsidR="00D815E5" w:rsidRDefault="00D815E5" w:rsidP="00A9473C">
      <w:pPr>
        <w:pStyle w:val="Heading3"/>
        <w:spacing w:before="120"/>
      </w:pPr>
      <w:r>
        <w:t>Display the switch MAC address table.</w:t>
      </w:r>
    </w:p>
    <w:p w14:paraId="18DDE048" w14:textId="77777777" w:rsidR="00D815E5" w:rsidRDefault="00D815E5" w:rsidP="00D815E5">
      <w:pPr>
        <w:pStyle w:val="BodyTextL25"/>
      </w:pPr>
      <w:r>
        <w:t>Console into switch S2 and view the MAC address table, both before and after running network communication tests with ping.</w:t>
      </w:r>
    </w:p>
    <w:p w14:paraId="12F1DD43" w14:textId="77777777" w:rsidR="00D815E5" w:rsidRDefault="00D815E5" w:rsidP="00D815E5">
      <w:pPr>
        <w:pStyle w:val="SubStepAlpha"/>
      </w:pPr>
      <w:r>
        <w:t>Establish a console connection to S2 and enter privileged EXEC mode.</w:t>
      </w:r>
    </w:p>
    <w:p w14:paraId="63C2022B" w14:textId="77777777" w:rsidR="00D450B3" w:rsidRDefault="00D450B3" w:rsidP="00D450B3">
      <w:pPr>
        <w:pStyle w:val="ConfigWindow"/>
      </w:pPr>
      <w:r>
        <w:t>Open a configuration window</w:t>
      </w:r>
    </w:p>
    <w:p w14:paraId="24DA199E" w14:textId="77777777" w:rsidR="00D815E5" w:rsidRDefault="00D815E5" w:rsidP="00A9473C">
      <w:pPr>
        <w:pStyle w:val="SubStepAlpha"/>
        <w:spacing w:before="0"/>
      </w:pPr>
      <w:r>
        <w:t xml:space="preserve">In privileged EXEC mode, type the </w:t>
      </w:r>
      <w:r>
        <w:rPr>
          <w:b/>
        </w:rPr>
        <w:t xml:space="preserve">show mac </w:t>
      </w:r>
      <w:r w:rsidRPr="00E04A34">
        <w:rPr>
          <w:b/>
        </w:rPr>
        <w:t>address-table</w:t>
      </w:r>
      <w:r>
        <w:t xml:space="preserve"> command and press </w:t>
      </w:r>
      <w:r w:rsidRPr="00117E09">
        <w:t>Enter</w:t>
      </w:r>
      <w:r>
        <w:t>.</w:t>
      </w:r>
    </w:p>
    <w:p w14:paraId="5E158EC0" w14:textId="77777777" w:rsidR="00D815E5" w:rsidRDefault="00D815E5" w:rsidP="000C6CFB">
      <w:pPr>
        <w:pStyle w:val="CMD"/>
      </w:pPr>
      <w:r>
        <w:t xml:space="preserve">S2# </w:t>
      </w:r>
      <w:r w:rsidRPr="000C6CFB">
        <w:rPr>
          <w:b/>
        </w:rPr>
        <w:t>show mac address-table</w:t>
      </w:r>
    </w:p>
    <w:p w14:paraId="7C12391B" w14:textId="77777777" w:rsidR="00D815E5" w:rsidRDefault="00D815E5" w:rsidP="00D815E5">
      <w:pPr>
        <w:pStyle w:val="BodyTextL50"/>
      </w:pPr>
      <w:r>
        <w:t>Even though there has been no network communication initiated across the network (i.e., no use of ping), it is possible that the switch has learned MAC addresses from its connection to the PC and the other switch.</w:t>
      </w:r>
    </w:p>
    <w:p w14:paraId="6225CD72" w14:textId="77777777" w:rsidR="00D87661" w:rsidRDefault="00D87661" w:rsidP="00D87661">
      <w:pPr>
        <w:pStyle w:val="Heading4"/>
      </w:pPr>
      <w:r>
        <w:t>Questions:</w:t>
      </w:r>
    </w:p>
    <w:p w14:paraId="5F478C5E" w14:textId="77777777" w:rsidR="00D815E5" w:rsidRDefault="00D815E5" w:rsidP="00D87661">
      <w:pPr>
        <w:pStyle w:val="BodyTextL50"/>
        <w:spacing w:before="0"/>
      </w:pPr>
      <w:r>
        <w:t>Are there any MAC addresses recorded in the MAC address table?</w:t>
      </w:r>
    </w:p>
    <w:p w14:paraId="56E0D8F3" w14:textId="77777777" w:rsidR="00D815E5" w:rsidRDefault="00D87661" w:rsidP="007C1A01">
      <w:pPr>
        <w:pStyle w:val="AnswerLineL50"/>
        <w:spacing w:before="700" w:after="700"/>
      </w:pPr>
      <w:r>
        <w:t>Type your answers here.</w:t>
      </w:r>
    </w:p>
    <w:p w14:paraId="0EF6EC34" w14:textId="77777777" w:rsidR="00D815E5" w:rsidRDefault="00D815E5" w:rsidP="00D815E5">
      <w:pPr>
        <w:pStyle w:val="BodyTextL50"/>
      </w:pPr>
      <w:r>
        <w:t>What MAC addresses are recorded in the table? To which switch ports are they mapped and to which devices do they belong? Ignore MAC addresses that are mapped to the CPU.</w:t>
      </w:r>
    </w:p>
    <w:p w14:paraId="31D03FC3" w14:textId="77777777" w:rsidR="00D815E5" w:rsidRDefault="00D87661" w:rsidP="007C1A01">
      <w:pPr>
        <w:pStyle w:val="AnswerLineL50"/>
        <w:spacing w:before="700" w:after="700"/>
      </w:pPr>
      <w:r>
        <w:t>Type your answers here.</w:t>
      </w:r>
    </w:p>
    <w:p w14:paraId="13598ECF" w14:textId="77777777" w:rsidR="00D815E5" w:rsidRDefault="00D815E5" w:rsidP="00D815E5">
      <w:pPr>
        <w:pStyle w:val="BodyTextL50"/>
      </w:pPr>
      <w:r>
        <w:t xml:space="preserve">If you had not previously recorded MAC addresses of network devices in Step 1, how could you tell which devices the MAC addresses belong to, using only the output from the </w:t>
      </w:r>
      <w:r>
        <w:rPr>
          <w:b/>
        </w:rPr>
        <w:t xml:space="preserve">show mac </w:t>
      </w:r>
      <w:r w:rsidRPr="00152002">
        <w:rPr>
          <w:b/>
        </w:rPr>
        <w:t>address-table</w:t>
      </w:r>
      <w:r>
        <w:t xml:space="preserve"> command? Does it work in all scenarios?</w:t>
      </w:r>
    </w:p>
    <w:p w14:paraId="6DC85E08" w14:textId="77777777" w:rsidR="00D87661" w:rsidRDefault="00D87661" w:rsidP="007C1A01">
      <w:pPr>
        <w:pStyle w:val="AnswerLineL50"/>
        <w:spacing w:before="900" w:after="900"/>
      </w:pPr>
      <w:r>
        <w:t>Type your answers here.</w:t>
      </w:r>
    </w:p>
    <w:p w14:paraId="4CA5D75E" w14:textId="77777777" w:rsidR="00D815E5" w:rsidRDefault="00D815E5" w:rsidP="00D815E5">
      <w:pPr>
        <w:pStyle w:val="Heading3"/>
      </w:pPr>
      <w:r>
        <w:lastRenderedPageBreak/>
        <w:t>Clear the S2 MAC address table and display the MAC address table again.</w:t>
      </w:r>
    </w:p>
    <w:p w14:paraId="1144066C" w14:textId="77777777" w:rsidR="00D815E5" w:rsidRDefault="00D815E5" w:rsidP="00D815E5">
      <w:pPr>
        <w:pStyle w:val="SubStepAlpha"/>
      </w:pPr>
      <w:r>
        <w:t xml:space="preserve">In privileged EXEC mode, type the </w:t>
      </w:r>
      <w:r>
        <w:rPr>
          <w:b/>
        </w:rPr>
        <w:t xml:space="preserve">clear mac </w:t>
      </w:r>
      <w:r w:rsidRPr="00E04A34">
        <w:rPr>
          <w:b/>
        </w:rPr>
        <w:t>address-table</w:t>
      </w:r>
      <w:r>
        <w:rPr>
          <w:b/>
        </w:rPr>
        <w:t xml:space="preserve"> dynamic</w:t>
      </w:r>
      <w:r>
        <w:t xml:space="preserve"> command and press </w:t>
      </w:r>
      <w:r w:rsidRPr="00700A5A">
        <w:rPr>
          <w:b/>
        </w:rPr>
        <w:t>Enter</w:t>
      </w:r>
      <w:r>
        <w:t>.</w:t>
      </w:r>
    </w:p>
    <w:p w14:paraId="79B70578" w14:textId="77777777" w:rsidR="00D815E5" w:rsidRDefault="00D815E5" w:rsidP="00962FF7">
      <w:pPr>
        <w:pStyle w:val="CMD"/>
      </w:pPr>
      <w:r>
        <w:t xml:space="preserve">S2# </w:t>
      </w:r>
      <w:r w:rsidRPr="00962FF7">
        <w:rPr>
          <w:b/>
        </w:rPr>
        <w:t>clear mac address-table dynamic</w:t>
      </w:r>
    </w:p>
    <w:p w14:paraId="7D59BB2F" w14:textId="77777777" w:rsidR="00D87661" w:rsidRDefault="00D815E5" w:rsidP="00D815E5">
      <w:pPr>
        <w:pStyle w:val="SubStepAlpha"/>
      </w:pPr>
      <w:r>
        <w:t xml:space="preserve">Quickly type the </w:t>
      </w:r>
      <w:r w:rsidRPr="00B5138F">
        <w:rPr>
          <w:b/>
        </w:rPr>
        <w:t>show mac address-table</w:t>
      </w:r>
      <w:r w:rsidR="00D87661">
        <w:t xml:space="preserve"> command again.</w:t>
      </w:r>
    </w:p>
    <w:p w14:paraId="766EFE2B" w14:textId="77777777" w:rsidR="00D87661" w:rsidRDefault="00D87661" w:rsidP="00D87661">
      <w:pPr>
        <w:pStyle w:val="Heading4"/>
      </w:pPr>
      <w:r>
        <w:t>Questions:</w:t>
      </w:r>
    </w:p>
    <w:p w14:paraId="1B19C0D1" w14:textId="77777777" w:rsidR="00D815E5" w:rsidRDefault="00D815E5" w:rsidP="00D87661">
      <w:pPr>
        <w:pStyle w:val="BodyTextL50"/>
        <w:spacing w:before="0"/>
      </w:pPr>
      <w:r>
        <w:t>Does the MAC address table have any addresses in it for VLAN 1? Are there other MAC addresses listed?</w:t>
      </w:r>
    </w:p>
    <w:p w14:paraId="4606DBE1" w14:textId="77777777" w:rsidR="00D87661" w:rsidRDefault="00D87661" w:rsidP="007C1A01">
      <w:pPr>
        <w:pStyle w:val="AnswerLineL50"/>
        <w:spacing w:before="300" w:after="300"/>
      </w:pPr>
      <w:r>
        <w:t>Type your answers here.</w:t>
      </w:r>
    </w:p>
    <w:p w14:paraId="60C97E8F" w14:textId="77777777" w:rsidR="00D87661" w:rsidRDefault="00D815E5" w:rsidP="00D815E5">
      <w:pPr>
        <w:pStyle w:val="BodyTextL50"/>
      </w:pPr>
      <w:r w:rsidRPr="00B5138F">
        <w:t xml:space="preserve">Wait </w:t>
      </w:r>
      <w:r>
        <w:t>10</w:t>
      </w:r>
      <w:r w:rsidRPr="00B5138F">
        <w:t xml:space="preserve"> seconds</w:t>
      </w:r>
      <w:r>
        <w:t xml:space="preserve">, type the </w:t>
      </w:r>
      <w:r w:rsidRPr="0059697B">
        <w:rPr>
          <w:b/>
        </w:rPr>
        <w:t>show mac address-table</w:t>
      </w:r>
      <w:r>
        <w:t xml:space="preserve"> command, and press </w:t>
      </w:r>
      <w:r w:rsidRPr="0006232D">
        <w:t>Enter</w:t>
      </w:r>
      <w:r>
        <w:t>. Are there new addresses in the MAC address table?</w:t>
      </w:r>
    </w:p>
    <w:p w14:paraId="2D0924DE" w14:textId="77777777" w:rsidR="00D87661" w:rsidRDefault="00D87661" w:rsidP="00D87661">
      <w:pPr>
        <w:pStyle w:val="AnswerLineL50"/>
      </w:pPr>
      <w:r>
        <w:t>Type your answers here.</w:t>
      </w:r>
    </w:p>
    <w:p w14:paraId="498BE8CD" w14:textId="77777777" w:rsidR="00D450B3" w:rsidRPr="00D450B3" w:rsidRDefault="00D450B3" w:rsidP="00D450B3">
      <w:pPr>
        <w:pStyle w:val="ConfigWindow"/>
      </w:pPr>
      <w:r w:rsidRPr="00D450B3">
        <w:t>Close a configuration window</w:t>
      </w:r>
    </w:p>
    <w:p w14:paraId="176ECF00" w14:textId="77777777" w:rsidR="00D815E5" w:rsidRDefault="00D815E5" w:rsidP="00A9473C">
      <w:pPr>
        <w:pStyle w:val="Heading3"/>
        <w:spacing w:before="120"/>
      </w:pPr>
      <w:r>
        <w:t>From PC-B, ping the devices on the network and observe the switch MAC address table.</w:t>
      </w:r>
    </w:p>
    <w:p w14:paraId="1107F444" w14:textId="77777777" w:rsidR="00D87661" w:rsidRDefault="00D815E5" w:rsidP="00D815E5">
      <w:pPr>
        <w:pStyle w:val="SubStepAlpha"/>
      </w:pPr>
      <w:r>
        <w:t xml:space="preserve">From PC-B, open a command prompt and type </w:t>
      </w:r>
      <w:proofErr w:type="spellStart"/>
      <w:r w:rsidRPr="001D0C3F">
        <w:rPr>
          <w:b/>
        </w:rPr>
        <w:t>arp</w:t>
      </w:r>
      <w:proofErr w:type="spellEnd"/>
      <w:r w:rsidRPr="001D0C3F">
        <w:rPr>
          <w:b/>
        </w:rPr>
        <w:t xml:space="preserve"> </w:t>
      </w:r>
      <w:r>
        <w:rPr>
          <w:b/>
        </w:rPr>
        <w:t>-</w:t>
      </w:r>
      <w:r w:rsidRPr="001D0C3F">
        <w:rPr>
          <w:b/>
        </w:rPr>
        <w:t>a</w:t>
      </w:r>
      <w:r w:rsidR="00D87661">
        <w:t>.</w:t>
      </w:r>
    </w:p>
    <w:p w14:paraId="79329031" w14:textId="77777777" w:rsidR="00D450B3" w:rsidRDefault="00D450B3" w:rsidP="00D450B3">
      <w:pPr>
        <w:pStyle w:val="ConfigWindow"/>
      </w:pPr>
      <w:r>
        <w:t>Open a command prompt</w:t>
      </w:r>
    </w:p>
    <w:p w14:paraId="23D2B08C" w14:textId="77777777" w:rsidR="00D87661" w:rsidRDefault="00D87661" w:rsidP="00D87661">
      <w:pPr>
        <w:pStyle w:val="Heading4"/>
      </w:pPr>
      <w:r>
        <w:t>Question:</w:t>
      </w:r>
    </w:p>
    <w:p w14:paraId="64CBB15D" w14:textId="23E5B900" w:rsidR="00D815E5" w:rsidRDefault="00D815E5" w:rsidP="00D87661">
      <w:pPr>
        <w:pStyle w:val="BodyTextL50"/>
        <w:spacing w:before="0"/>
      </w:pPr>
      <w:r>
        <w:t>Not including multicast or broadcast addresses, how many device IP-to-MAC address pairs have been learned by ARP?</w:t>
      </w:r>
    </w:p>
    <w:p w14:paraId="75603A10" w14:textId="77777777" w:rsidR="00D87661" w:rsidRDefault="00D87661" w:rsidP="00D87661">
      <w:pPr>
        <w:pStyle w:val="AnswerLineL50"/>
      </w:pPr>
      <w:r>
        <w:t>Type your answers here.</w:t>
      </w:r>
    </w:p>
    <w:p w14:paraId="5ACCC64F" w14:textId="77777777" w:rsidR="00D87661" w:rsidRDefault="00D815E5" w:rsidP="00D815E5">
      <w:pPr>
        <w:pStyle w:val="SubStepAlpha"/>
      </w:pPr>
      <w:r>
        <w:t xml:space="preserve">From the PC-B command prompt, </w:t>
      </w:r>
      <w:r w:rsidRPr="0059697B">
        <w:t>ping</w:t>
      </w:r>
      <w:r w:rsidR="00D87661">
        <w:t xml:space="preserve"> PC-A, S1, and S2.</w:t>
      </w:r>
    </w:p>
    <w:p w14:paraId="7CE0BC78" w14:textId="77777777" w:rsidR="00D87661" w:rsidRDefault="00D87661" w:rsidP="00D87661">
      <w:pPr>
        <w:pStyle w:val="Heading4"/>
      </w:pPr>
      <w:r>
        <w:t>Question:</w:t>
      </w:r>
    </w:p>
    <w:p w14:paraId="54AB422D" w14:textId="77777777" w:rsidR="00D815E5" w:rsidRDefault="00D815E5" w:rsidP="00D87661">
      <w:pPr>
        <w:pStyle w:val="BodyTextL50"/>
        <w:spacing w:before="0"/>
      </w:pPr>
      <w:r>
        <w:t>Did all devices have successful replies? If not, check your cabling and IP configurations.</w:t>
      </w:r>
    </w:p>
    <w:p w14:paraId="4916987B" w14:textId="77777777" w:rsidR="00D87661" w:rsidRDefault="00D87661" w:rsidP="00D87661">
      <w:pPr>
        <w:pStyle w:val="AnswerLineL50"/>
      </w:pPr>
      <w:r>
        <w:t>Type your answers here.</w:t>
      </w:r>
    </w:p>
    <w:p w14:paraId="13658361" w14:textId="77777777" w:rsidR="00D450B3" w:rsidRPr="00D450B3" w:rsidRDefault="00D450B3" w:rsidP="00D450B3">
      <w:pPr>
        <w:pStyle w:val="ConfigWindow"/>
      </w:pPr>
      <w:r w:rsidRPr="00D450B3">
        <w:t xml:space="preserve">Close </w:t>
      </w:r>
      <w:r>
        <w:t>a</w:t>
      </w:r>
      <w:r w:rsidRPr="00D450B3">
        <w:t xml:space="preserve"> command prompt</w:t>
      </w:r>
    </w:p>
    <w:p w14:paraId="386DE793" w14:textId="77777777" w:rsidR="00D87661" w:rsidRDefault="00D815E5" w:rsidP="00A9473C">
      <w:pPr>
        <w:pStyle w:val="SubStepAlpha"/>
        <w:spacing w:before="0"/>
      </w:pPr>
      <w:r>
        <w:t xml:space="preserve">From a console connection to S2, enter the </w:t>
      </w:r>
      <w:r w:rsidRPr="001D0C3F">
        <w:rPr>
          <w:b/>
        </w:rPr>
        <w:t>show mac address-table</w:t>
      </w:r>
      <w:r w:rsidR="00D87661">
        <w:t xml:space="preserve"> command.</w:t>
      </w:r>
    </w:p>
    <w:p w14:paraId="6B59B9E2" w14:textId="77777777" w:rsidR="00D450B3" w:rsidRDefault="00D450B3" w:rsidP="00D450B3">
      <w:pPr>
        <w:pStyle w:val="ConfigWindow"/>
      </w:pPr>
      <w:r>
        <w:t>Open a configuration window</w:t>
      </w:r>
    </w:p>
    <w:p w14:paraId="6C3CF7E1" w14:textId="77777777" w:rsidR="00D87661" w:rsidRDefault="00D87661" w:rsidP="00D87661">
      <w:pPr>
        <w:pStyle w:val="Heading4"/>
      </w:pPr>
      <w:r>
        <w:t>Question:</w:t>
      </w:r>
    </w:p>
    <w:p w14:paraId="79FE586A" w14:textId="77777777" w:rsidR="00D815E5" w:rsidRDefault="00D815E5" w:rsidP="00D87661">
      <w:pPr>
        <w:pStyle w:val="BodyTextL50"/>
        <w:spacing w:before="0"/>
      </w:pPr>
      <w:r>
        <w:t>Has the switch added additional MAC addresses to the MAC address table? If so, which addresses and devices?</w:t>
      </w:r>
    </w:p>
    <w:p w14:paraId="2D92C715" w14:textId="77777777" w:rsidR="00D87661" w:rsidRDefault="00D87661" w:rsidP="00D87661">
      <w:pPr>
        <w:pStyle w:val="AnswerLineL50"/>
      </w:pPr>
      <w:r>
        <w:t>Type your answers here.</w:t>
      </w:r>
    </w:p>
    <w:p w14:paraId="0F4E82E8" w14:textId="77777777" w:rsidR="00D450B3" w:rsidRDefault="00D450B3" w:rsidP="00D450B3">
      <w:pPr>
        <w:pStyle w:val="ConfigWindow"/>
      </w:pPr>
      <w:bookmarkStart w:id="0" w:name="_GoBack"/>
      <w:bookmarkEnd w:id="0"/>
      <w:r>
        <w:t>Close a configuration window</w:t>
      </w:r>
    </w:p>
    <w:p w14:paraId="5200A791" w14:textId="77777777" w:rsidR="00D450B3" w:rsidRPr="00D450B3" w:rsidRDefault="00D450B3" w:rsidP="00D450B3">
      <w:pPr>
        <w:pStyle w:val="ConfigWindow"/>
      </w:pPr>
      <w:r>
        <w:t>Open a command prompt</w:t>
      </w:r>
    </w:p>
    <w:p w14:paraId="7E2942BC" w14:textId="77777777" w:rsidR="00D87661" w:rsidRDefault="00D815E5" w:rsidP="00A9473C">
      <w:pPr>
        <w:pStyle w:val="SubStepAlpha"/>
        <w:numPr>
          <w:ilvl w:val="0"/>
          <w:numId w:val="0"/>
        </w:numPr>
        <w:spacing w:before="0"/>
        <w:ind w:left="720"/>
      </w:pPr>
      <w:r>
        <w:t xml:space="preserve">From PC-B, open a command prompt and retype </w:t>
      </w:r>
      <w:proofErr w:type="spellStart"/>
      <w:r w:rsidRPr="00435C55">
        <w:rPr>
          <w:b/>
        </w:rPr>
        <w:t>arp</w:t>
      </w:r>
      <w:proofErr w:type="spellEnd"/>
      <w:r w:rsidRPr="00435C55">
        <w:rPr>
          <w:b/>
        </w:rPr>
        <w:t xml:space="preserve"> </w:t>
      </w:r>
      <w:r>
        <w:rPr>
          <w:b/>
        </w:rPr>
        <w:t>-</w:t>
      </w:r>
      <w:r w:rsidRPr="00435C55">
        <w:rPr>
          <w:b/>
        </w:rPr>
        <w:t>a</w:t>
      </w:r>
      <w:r w:rsidR="00D87661">
        <w:t>.</w:t>
      </w:r>
    </w:p>
    <w:p w14:paraId="0FF21711" w14:textId="77777777" w:rsidR="00D87661" w:rsidRDefault="00D87661" w:rsidP="00D87661">
      <w:pPr>
        <w:pStyle w:val="Heading4"/>
      </w:pPr>
      <w:r>
        <w:t>Question:</w:t>
      </w:r>
    </w:p>
    <w:p w14:paraId="556BA8E3" w14:textId="77777777" w:rsidR="00D815E5" w:rsidRDefault="00D815E5" w:rsidP="00D87661">
      <w:pPr>
        <w:pStyle w:val="SubStepAlpha"/>
        <w:numPr>
          <w:ilvl w:val="0"/>
          <w:numId w:val="0"/>
        </w:numPr>
        <w:spacing w:before="0"/>
        <w:ind w:left="720"/>
      </w:pPr>
      <w:r>
        <w:t>Does the PC-B ARP cache have additional entries for all network devices that were sent pings?</w:t>
      </w:r>
    </w:p>
    <w:p w14:paraId="1E3AF1C5" w14:textId="77777777" w:rsidR="00D87661" w:rsidRDefault="00D87661" w:rsidP="00D87661">
      <w:pPr>
        <w:pStyle w:val="AnswerLineL50"/>
      </w:pPr>
      <w:r>
        <w:t>Type your answers here.</w:t>
      </w:r>
    </w:p>
    <w:p w14:paraId="704B4C2D" w14:textId="77777777" w:rsidR="00D450B3" w:rsidRDefault="00D450B3" w:rsidP="00D450B3">
      <w:pPr>
        <w:pStyle w:val="ConfigWindow"/>
      </w:pPr>
      <w:r>
        <w:t>Close a command prompt</w:t>
      </w:r>
    </w:p>
    <w:p w14:paraId="13B65C80" w14:textId="77777777" w:rsidR="00D815E5" w:rsidRDefault="00D815E5" w:rsidP="00D815E5">
      <w:pPr>
        <w:pStyle w:val="Heading1"/>
        <w:numPr>
          <w:ilvl w:val="0"/>
          <w:numId w:val="3"/>
        </w:numPr>
      </w:pPr>
      <w:r>
        <w:t>Reflection</w:t>
      </w:r>
      <w:r w:rsidR="00D87661">
        <w:t xml:space="preserve"> Question</w:t>
      </w:r>
    </w:p>
    <w:p w14:paraId="5607619B" w14:textId="77777777" w:rsidR="00D815E5" w:rsidRPr="00A16199" w:rsidRDefault="00D815E5" w:rsidP="00D815E5">
      <w:pPr>
        <w:pStyle w:val="BodyTextL25"/>
      </w:pPr>
      <w:r>
        <w:t>On Ethernet networks, data is delivered to devices by their MAC addresses. For this to happen, switches and PCs dynamically build ARP caches and MAC address tables. With only a few computers on the network this process seems fairly easy. What might be some of the challenges on larger networks?</w:t>
      </w:r>
    </w:p>
    <w:p w14:paraId="74385F9B" w14:textId="77777777" w:rsidR="00D87661" w:rsidRDefault="00D87661" w:rsidP="007C1A01">
      <w:pPr>
        <w:pStyle w:val="AnswerLineL25"/>
        <w:spacing w:before="400" w:after="400"/>
      </w:pPr>
      <w:r>
        <w:t>Type your answers here.</w:t>
      </w:r>
    </w:p>
    <w:p w14:paraId="166526AF" w14:textId="77777777" w:rsidR="00D815E5" w:rsidRPr="00D815E5" w:rsidRDefault="00D815E5" w:rsidP="00D815E5">
      <w:pPr>
        <w:pStyle w:val="ConfigWindow"/>
      </w:pPr>
      <w:r w:rsidRPr="00D815E5">
        <w:t>End of Document</w:t>
      </w:r>
    </w:p>
    <w:sectPr w:rsidR="00D815E5" w:rsidRPr="00D815E5"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EE3B05" w14:textId="77777777" w:rsidR="00170940" w:rsidRDefault="00170940" w:rsidP="00710659">
      <w:pPr>
        <w:spacing w:after="0" w:line="240" w:lineRule="auto"/>
      </w:pPr>
      <w:r>
        <w:separator/>
      </w:r>
    </w:p>
    <w:p w14:paraId="095B2D73" w14:textId="77777777" w:rsidR="00170940" w:rsidRDefault="00170940"/>
  </w:endnote>
  <w:endnote w:type="continuationSeparator" w:id="0">
    <w:p w14:paraId="221D38D7" w14:textId="77777777" w:rsidR="00170940" w:rsidRDefault="00170940" w:rsidP="00710659">
      <w:pPr>
        <w:spacing w:after="0" w:line="240" w:lineRule="auto"/>
      </w:pPr>
      <w:r>
        <w:continuationSeparator/>
      </w:r>
    </w:p>
    <w:p w14:paraId="561A4E38" w14:textId="77777777" w:rsidR="00170940" w:rsidRDefault="001709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6D06D" w14:textId="77777777" w:rsidR="0026483D" w:rsidRDefault="002648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AED2D" w14:textId="3534EB33" w:rsidR="0026483D" w:rsidRPr="00882B63" w:rsidRDefault="0026483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7C1A01">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16102">
      <w:rPr>
        <w:b/>
        <w:noProof/>
        <w:szCs w:val="16"/>
      </w:rPr>
      <w:t>11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16102">
      <w:rPr>
        <w:b/>
        <w:noProof/>
        <w:szCs w:val="16"/>
      </w:rPr>
      <w:t>11</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3D823" w14:textId="0AE0F86D" w:rsidR="0026483D" w:rsidRPr="00882B63" w:rsidRDefault="0026483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7C1A01">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16102">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16102">
      <w:rPr>
        <w:b/>
        <w:noProof/>
        <w:szCs w:val="16"/>
      </w:rPr>
      <w:t>11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C01E3" w14:textId="77777777" w:rsidR="00170940" w:rsidRDefault="00170940" w:rsidP="00710659">
      <w:pPr>
        <w:spacing w:after="0" w:line="240" w:lineRule="auto"/>
      </w:pPr>
      <w:r>
        <w:separator/>
      </w:r>
    </w:p>
    <w:p w14:paraId="1EC10EB9" w14:textId="77777777" w:rsidR="00170940" w:rsidRDefault="00170940"/>
  </w:footnote>
  <w:footnote w:type="continuationSeparator" w:id="0">
    <w:p w14:paraId="1BDEAD2D" w14:textId="77777777" w:rsidR="00170940" w:rsidRDefault="00170940" w:rsidP="00710659">
      <w:pPr>
        <w:spacing w:after="0" w:line="240" w:lineRule="auto"/>
      </w:pPr>
      <w:r>
        <w:continuationSeparator/>
      </w:r>
    </w:p>
    <w:p w14:paraId="48A663D9" w14:textId="77777777" w:rsidR="00170940" w:rsidRDefault="001709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97351" w14:textId="77777777" w:rsidR="0026483D" w:rsidRDefault="002648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E099B13E588449CEB435212E2F719A8C"/>
      </w:placeholder>
      <w:dataBinding w:prefixMappings="xmlns:ns0='http://purl.org/dc/elements/1.1/' xmlns:ns1='http://schemas.openxmlformats.org/package/2006/metadata/core-properties' " w:xpath="/ns1:coreProperties[1]/ns0:title[1]" w:storeItemID="{6C3C8BC8-F283-45AE-878A-BAB7291924A1}"/>
      <w:text/>
    </w:sdtPr>
    <w:sdtEndPr/>
    <w:sdtContent>
      <w:p w14:paraId="621609B7" w14:textId="77777777" w:rsidR="0026483D" w:rsidRDefault="0026483D" w:rsidP="008402F2">
        <w:pPr>
          <w:pStyle w:val="PageHead"/>
        </w:pPr>
        <w:r>
          <w:t>Lab - View the Switch MAC Address Table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68A4C" w14:textId="77777777" w:rsidR="0026483D" w:rsidRDefault="0026483D" w:rsidP="006C3FCF">
    <w:pPr>
      <w:ind w:left="-288"/>
    </w:pPr>
    <w:r>
      <w:rPr>
        <w:noProof/>
      </w:rPr>
      <w:drawing>
        <wp:inline distT="0" distB="0" distL="0" distR="0" wp14:anchorId="149F07B7" wp14:editId="33F7A0F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F8B85D1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F1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CFB"/>
    <w:rsid w:val="000C6E6E"/>
    <w:rsid w:val="000C7B7D"/>
    <w:rsid w:val="000D55B4"/>
    <w:rsid w:val="000E65F0"/>
    <w:rsid w:val="000F072C"/>
    <w:rsid w:val="000F2074"/>
    <w:rsid w:val="000F31D7"/>
    <w:rsid w:val="000F3D4A"/>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0940"/>
    <w:rsid w:val="001710C0"/>
    <w:rsid w:val="00172AFB"/>
    <w:rsid w:val="001755F4"/>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5B89"/>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05A5"/>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483D"/>
    <w:rsid w:val="00265F77"/>
    <w:rsid w:val="00266C83"/>
    <w:rsid w:val="00270FCC"/>
    <w:rsid w:val="002768DC"/>
    <w:rsid w:val="00294C8F"/>
    <w:rsid w:val="002A0B2E"/>
    <w:rsid w:val="002A0DC1"/>
    <w:rsid w:val="002A6C56"/>
    <w:rsid w:val="002C04C4"/>
    <w:rsid w:val="002C090C"/>
    <w:rsid w:val="002C1243"/>
    <w:rsid w:val="002C1815"/>
    <w:rsid w:val="002C3B4B"/>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900"/>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2A20"/>
    <w:rsid w:val="004131B0"/>
    <w:rsid w:val="0041656B"/>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98E"/>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E36"/>
    <w:rsid w:val="00636C28"/>
    <w:rsid w:val="006428E5"/>
    <w:rsid w:val="00644958"/>
    <w:rsid w:val="00646111"/>
    <w:rsid w:val="006513FB"/>
    <w:rsid w:val="00652A70"/>
    <w:rsid w:val="00656EEF"/>
    <w:rsid w:val="006576AF"/>
    <w:rsid w:val="00672919"/>
    <w:rsid w:val="00677544"/>
    <w:rsid w:val="00681687"/>
    <w:rsid w:val="0068350A"/>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409F"/>
    <w:rsid w:val="00705FEC"/>
    <w:rsid w:val="00710659"/>
    <w:rsid w:val="0071147A"/>
    <w:rsid w:val="0071185D"/>
    <w:rsid w:val="00721E01"/>
    <w:rsid w:val="007222AD"/>
    <w:rsid w:val="007267CF"/>
    <w:rsid w:val="00731F3F"/>
    <w:rsid w:val="00733BAB"/>
    <w:rsid w:val="0073604C"/>
    <w:rsid w:val="00741443"/>
    <w:rsid w:val="007436BF"/>
    <w:rsid w:val="007443E9"/>
    <w:rsid w:val="00745DCE"/>
    <w:rsid w:val="0075364A"/>
    <w:rsid w:val="00753D89"/>
    <w:rsid w:val="00753DDA"/>
    <w:rsid w:val="00754A6E"/>
    <w:rsid w:val="007550F9"/>
    <w:rsid w:val="007553D8"/>
    <w:rsid w:val="00755C9B"/>
    <w:rsid w:val="00760FE4"/>
    <w:rsid w:val="007636C2"/>
    <w:rsid w:val="00763D8B"/>
    <w:rsid w:val="007656F5"/>
    <w:rsid w:val="007657F6"/>
    <w:rsid w:val="00765E47"/>
    <w:rsid w:val="0077125A"/>
    <w:rsid w:val="00776661"/>
    <w:rsid w:val="0078405B"/>
    <w:rsid w:val="00786F58"/>
    <w:rsid w:val="00787CC1"/>
    <w:rsid w:val="00792F4E"/>
    <w:rsid w:val="0079398D"/>
    <w:rsid w:val="00796C25"/>
    <w:rsid w:val="007A287C"/>
    <w:rsid w:val="007A3B2A"/>
    <w:rsid w:val="007B0C9D"/>
    <w:rsid w:val="007B5522"/>
    <w:rsid w:val="007C0EE0"/>
    <w:rsid w:val="007C1A01"/>
    <w:rsid w:val="007C1B71"/>
    <w:rsid w:val="007C2FBB"/>
    <w:rsid w:val="007C7164"/>
    <w:rsid w:val="007C7413"/>
    <w:rsid w:val="007D1984"/>
    <w:rsid w:val="007D2AFE"/>
    <w:rsid w:val="007E0D22"/>
    <w:rsid w:val="007E3264"/>
    <w:rsid w:val="007E3FEA"/>
    <w:rsid w:val="007E6402"/>
    <w:rsid w:val="007F0A0B"/>
    <w:rsid w:val="007F3A60"/>
    <w:rsid w:val="007F3D0B"/>
    <w:rsid w:val="007F7C94"/>
    <w:rsid w:val="00802FFA"/>
    <w:rsid w:val="00810E4B"/>
    <w:rsid w:val="00814BAA"/>
    <w:rsid w:val="00816102"/>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0AF2"/>
    <w:rsid w:val="008F340F"/>
    <w:rsid w:val="00903523"/>
    <w:rsid w:val="00906281"/>
    <w:rsid w:val="0090659A"/>
    <w:rsid w:val="00911080"/>
    <w:rsid w:val="00912500"/>
    <w:rsid w:val="00912FF0"/>
    <w:rsid w:val="0091350B"/>
    <w:rsid w:val="00915986"/>
    <w:rsid w:val="00917624"/>
    <w:rsid w:val="00926CB2"/>
    <w:rsid w:val="00930386"/>
    <w:rsid w:val="009309F5"/>
    <w:rsid w:val="00933237"/>
    <w:rsid w:val="00933F28"/>
    <w:rsid w:val="009400C3"/>
    <w:rsid w:val="009453F7"/>
    <w:rsid w:val="009476C0"/>
    <w:rsid w:val="00962FF7"/>
    <w:rsid w:val="00963E34"/>
    <w:rsid w:val="00964DFA"/>
    <w:rsid w:val="00970A69"/>
    <w:rsid w:val="0098155C"/>
    <w:rsid w:val="00983B77"/>
    <w:rsid w:val="009858C7"/>
    <w:rsid w:val="009905F3"/>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5A67"/>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43E4"/>
    <w:rsid w:val="00A754B4"/>
    <w:rsid w:val="00A76665"/>
    <w:rsid w:val="00A76749"/>
    <w:rsid w:val="00A807C1"/>
    <w:rsid w:val="00A82658"/>
    <w:rsid w:val="00A83374"/>
    <w:rsid w:val="00A849D5"/>
    <w:rsid w:val="00A9473C"/>
    <w:rsid w:val="00A96172"/>
    <w:rsid w:val="00A9620D"/>
    <w:rsid w:val="00A96D52"/>
    <w:rsid w:val="00A97C5F"/>
    <w:rsid w:val="00AA7C88"/>
    <w:rsid w:val="00AB0D6A"/>
    <w:rsid w:val="00AB2F1C"/>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76"/>
    <w:rsid w:val="00B433F2"/>
    <w:rsid w:val="00B458E8"/>
    <w:rsid w:val="00B5397B"/>
    <w:rsid w:val="00B53EE9"/>
    <w:rsid w:val="00B57AE0"/>
    <w:rsid w:val="00B6183E"/>
    <w:rsid w:val="00B62809"/>
    <w:rsid w:val="00B72F2A"/>
    <w:rsid w:val="00B74716"/>
    <w:rsid w:val="00B7675A"/>
    <w:rsid w:val="00B81898"/>
    <w:rsid w:val="00B82DED"/>
    <w:rsid w:val="00B8606B"/>
    <w:rsid w:val="00B878E7"/>
    <w:rsid w:val="00B879CC"/>
    <w:rsid w:val="00B97278"/>
    <w:rsid w:val="00B97943"/>
    <w:rsid w:val="00BA197E"/>
    <w:rsid w:val="00BA1D0B"/>
    <w:rsid w:val="00BA2B50"/>
    <w:rsid w:val="00BA6972"/>
    <w:rsid w:val="00BB1E0D"/>
    <w:rsid w:val="00BB26C8"/>
    <w:rsid w:val="00BB4D9B"/>
    <w:rsid w:val="00BB73FF"/>
    <w:rsid w:val="00BB7688"/>
    <w:rsid w:val="00BC7423"/>
    <w:rsid w:val="00BC7CAC"/>
    <w:rsid w:val="00BD18FF"/>
    <w:rsid w:val="00BD6D76"/>
    <w:rsid w:val="00BE2824"/>
    <w:rsid w:val="00BE56B3"/>
    <w:rsid w:val="00BE676D"/>
    <w:rsid w:val="00BF04E8"/>
    <w:rsid w:val="00BF16BF"/>
    <w:rsid w:val="00BF4D1F"/>
    <w:rsid w:val="00BF76BE"/>
    <w:rsid w:val="00C02A73"/>
    <w:rsid w:val="00C040B1"/>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1F9E"/>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0B3"/>
    <w:rsid w:val="00D452F4"/>
    <w:rsid w:val="00D458EC"/>
    <w:rsid w:val="00D501B0"/>
    <w:rsid w:val="00D52582"/>
    <w:rsid w:val="00D531D0"/>
    <w:rsid w:val="00D56A0E"/>
    <w:rsid w:val="00D57AD3"/>
    <w:rsid w:val="00D62F25"/>
    <w:rsid w:val="00D635FE"/>
    <w:rsid w:val="00D66A7B"/>
    <w:rsid w:val="00D729DE"/>
    <w:rsid w:val="00D75B6A"/>
    <w:rsid w:val="00D778DF"/>
    <w:rsid w:val="00D815E5"/>
    <w:rsid w:val="00D84BDA"/>
    <w:rsid w:val="00D86D9E"/>
    <w:rsid w:val="00D87013"/>
    <w:rsid w:val="00D87661"/>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2DF"/>
    <w:rsid w:val="00DC186F"/>
    <w:rsid w:val="00DC252F"/>
    <w:rsid w:val="00DC6050"/>
    <w:rsid w:val="00DC6445"/>
    <w:rsid w:val="00DD35E1"/>
    <w:rsid w:val="00DD43EA"/>
    <w:rsid w:val="00DD75A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88C"/>
    <w:rsid w:val="00E27F4F"/>
    <w:rsid w:val="00E33C65"/>
    <w:rsid w:val="00E449D0"/>
    <w:rsid w:val="00E44A34"/>
    <w:rsid w:val="00E4506A"/>
    <w:rsid w:val="00E46447"/>
    <w:rsid w:val="00E53F99"/>
    <w:rsid w:val="00E56510"/>
    <w:rsid w:val="00E62EA8"/>
    <w:rsid w:val="00E67A6E"/>
    <w:rsid w:val="00E70096"/>
    <w:rsid w:val="00E71B43"/>
    <w:rsid w:val="00E81612"/>
    <w:rsid w:val="00E82BD7"/>
    <w:rsid w:val="00E83042"/>
    <w:rsid w:val="00E859E3"/>
    <w:rsid w:val="00E87D18"/>
    <w:rsid w:val="00E87D62"/>
    <w:rsid w:val="00E97333"/>
    <w:rsid w:val="00EA1227"/>
    <w:rsid w:val="00EA486E"/>
    <w:rsid w:val="00EA4FA3"/>
    <w:rsid w:val="00EB001B"/>
    <w:rsid w:val="00EB3082"/>
    <w:rsid w:val="00EB6C33"/>
    <w:rsid w:val="00EC6F62"/>
    <w:rsid w:val="00ED2EA2"/>
    <w:rsid w:val="00ED6019"/>
    <w:rsid w:val="00ED7830"/>
    <w:rsid w:val="00EE2BFF"/>
    <w:rsid w:val="00EE3909"/>
    <w:rsid w:val="00EF1AB2"/>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6A4C8"/>
  <w15:docId w15:val="{EC908936-4FC2-4C2F-97BA-AAEFA15F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C040B1"/>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A197E"/>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858C7"/>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C12D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Red">
    <w:name w:val="CMD Red"/>
    <w:basedOn w:val="BodyTextL25"/>
    <w:link w:val="CMDRedChar"/>
    <w:qFormat/>
    <w:rsid w:val="00962FF7"/>
    <w:pPr>
      <w:spacing w:before="60" w:after="60"/>
      <w:ind w:left="720"/>
    </w:pPr>
    <w:rPr>
      <w:rFonts w:ascii="Courier New" w:hAnsi="Courier New"/>
      <w:color w:val="EE000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Red">
    <w:name w:val="CMD Output Red"/>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A197E"/>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RedChar">
    <w:name w:val="CMD Red Char"/>
    <w:basedOn w:val="DefaultParagraphFont"/>
    <w:link w:val="CMDRed"/>
    <w:rsid w:val="00962FF7"/>
    <w:rPr>
      <w:rFonts w:ascii="Courier New" w:hAnsi="Courier New"/>
      <w:color w:val="EE0000"/>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D815E5"/>
    <w:pPr>
      <w:numPr>
        <w:numId w:val="10"/>
      </w:numPr>
    </w:pPr>
  </w:style>
  <w:style w:type="paragraph" w:customStyle="1" w:styleId="CMDOutput">
    <w:name w:val="CMD Output"/>
    <w:basedOn w:val="CMDOutputRed"/>
    <w:qFormat/>
    <w:rsid w:val="00C040B1"/>
  </w:style>
  <w:style w:type="paragraph" w:customStyle="1" w:styleId="CMD">
    <w:name w:val="CMD"/>
    <w:basedOn w:val="CMDRed"/>
    <w:qFormat/>
    <w:rsid w:val="00962FF7"/>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099B13E588449CEB435212E2F719A8C"/>
        <w:category>
          <w:name w:val="General"/>
          <w:gallery w:val="placeholder"/>
        </w:category>
        <w:types>
          <w:type w:val="bbPlcHdr"/>
        </w:types>
        <w:behaviors>
          <w:behavior w:val="content"/>
        </w:behaviors>
        <w:guid w:val="{D1DCF81D-EF38-4A90-94A3-7A58F5886CF0}"/>
      </w:docPartPr>
      <w:docPartBody>
        <w:p w:rsidR="00BA5D62" w:rsidRDefault="00A11B6B">
          <w:pPr>
            <w:pStyle w:val="E099B13E588449CEB435212E2F719A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B6B"/>
    <w:rsid w:val="00375491"/>
    <w:rsid w:val="004869E3"/>
    <w:rsid w:val="00493FF9"/>
    <w:rsid w:val="004D40CB"/>
    <w:rsid w:val="00531E88"/>
    <w:rsid w:val="007C403F"/>
    <w:rsid w:val="00A11B6B"/>
    <w:rsid w:val="00BA5D62"/>
    <w:rsid w:val="00E71B58"/>
    <w:rsid w:val="00F45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099B13E588449CEB435212E2F719A8C">
    <w:name w:val="E099B13E588449CEB435212E2F719A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6B765B-E89F-4A5A-980B-CCDA709E1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4</Pages>
  <Words>1063</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Lab - View the Switch MAC Address Table</vt:lpstr>
    </vt:vector>
  </TitlesOfParts>
  <Company>Cisco Systems, Inc.</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View the Switch MAC Address Table</dc:title>
  <dc:creator>SP</dc:creator>
  <dc:description>2013</dc:description>
  <cp:lastModifiedBy>DH</cp:lastModifiedBy>
  <cp:revision>2</cp:revision>
  <cp:lastPrinted>2019-10-04T14:40:00Z</cp:lastPrinted>
  <dcterms:created xsi:type="dcterms:W3CDTF">2019-12-03T00:08:00Z</dcterms:created>
  <dcterms:modified xsi:type="dcterms:W3CDTF">2019-12-03T00:08:00Z</dcterms:modified>
</cp:coreProperties>
</file>